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CC603C" w:rsidRDefault="00574123" w:rsidP="001112EA">
      <w:pPr>
        <w:pStyle w:val="1"/>
        <w:rPr>
          <w:rFonts w:asciiTheme="minorHAnsi" w:hAnsiTheme="minorHAnsi" w:cstheme="minorHAnsi"/>
          <w:sz w:val="22"/>
          <w:szCs w:val="22"/>
          <w:lang w:val="en-US"/>
        </w:rPr>
      </w:pPr>
      <w:r w:rsidRPr="00CC603C">
        <w:rPr>
          <w:rFonts w:asciiTheme="minorHAnsi" w:hAnsiTheme="minorHAnsi" w:cstheme="minorHAnsi"/>
          <w:noProof/>
          <w:szCs w:val="24"/>
        </w:rPr>
        <w:drawing>
          <wp:inline distT="0" distB="0" distL="0" distR="0">
            <wp:extent cx="1022822" cy="6794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332" cy="698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DE4989" w:rsidRPr="00CC603C" w:rsidTr="002B616E">
        <w:tc>
          <w:tcPr>
            <w:tcW w:w="4786" w:type="dxa"/>
          </w:tcPr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Δ/ΝΣΗ </w:t>
            </w:r>
            <w:r w:rsidR="00B23312" w:rsidRPr="00125F6B">
              <w:rPr>
                <w:rFonts w:asciiTheme="minorHAnsi" w:hAnsiTheme="minorHAnsi" w:cstheme="minorHAnsi"/>
                <w:sz w:val="24"/>
                <w:szCs w:val="24"/>
              </w:rPr>
              <w:t>ΔΙΟΙΚΗΤΙΚΩΝ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ΥΠΗΡΕΣΙΩΝ </w:t>
            </w:r>
          </w:p>
          <w:p w:rsidR="00DE4989" w:rsidRPr="00125F6B" w:rsidRDefault="00460ABB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ΤΜΗΜΑ Δ/ΚΩΝ ΥΠΗΡΕΣΙΩΝ </w:t>
            </w:r>
          </w:p>
          <w:p w:rsidR="00CC603C" w:rsidRPr="00125F6B" w:rsidRDefault="00CC603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ΓΡΑΦΕΙΟ ΔΙΟΙΚΗΤΙΚΗΣ ΜΕΡΙΜΝΑΣ</w:t>
            </w:r>
          </w:p>
          <w:p w:rsidR="00CC603C" w:rsidRPr="00125F6B" w:rsidRDefault="00CC603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  <w:p w:rsidR="00460ABB" w:rsidRPr="00125F6B" w:rsidRDefault="00460ABB" w:rsidP="00972EC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ΑΡΙΘΜ. ΜΕΛΕΤΗΣ : </w:t>
            </w:r>
            <w:r w:rsidR="00972EC3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/201</w:t>
            </w:r>
            <w:r w:rsidR="009072B5" w:rsidRPr="00125F6B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DE4989" w:rsidRPr="00125F6B" w:rsidRDefault="00DE4989" w:rsidP="00DE4989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125F6B">
              <w:rPr>
                <w:rFonts w:asciiTheme="minorHAnsi" w:hAnsiTheme="minorHAnsi" w:cstheme="minorHAnsi"/>
                <w:szCs w:val="24"/>
              </w:rPr>
              <w:t xml:space="preserve">ΠΡΟΜΗΘΕΙΑ </w:t>
            </w:r>
            <w:r w:rsidR="00AD1506" w:rsidRPr="00125F6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60ABB" w:rsidRPr="00125F6B">
              <w:rPr>
                <w:rFonts w:asciiTheme="minorHAnsi" w:hAnsiTheme="minorHAnsi" w:cstheme="minorHAnsi"/>
                <w:szCs w:val="24"/>
              </w:rPr>
              <w:t xml:space="preserve">ΚΛΕΙΔΙΩΝ, ΚΛΕΙΔΑΡΙΩΝ , </w:t>
            </w:r>
          </w:p>
          <w:p w:rsidR="008F41E4" w:rsidRPr="00125F6B" w:rsidRDefault="00460ABB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ΠΛΑΚΕΤΩΝ, ΧΑΡΑΞΕΙΣ</w:t>
            </w:r>
            <w:r w:rsidR="007729D0"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ΠΙΝΑΚΙΔΩΝ </w:t>
            </w:r>
          </w:p>
          <w:p w:rsidR="00DE4989" w:rsidRPr="00125F6B" w:rsidRDefault="007F7436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Κ.Α.Ε.</w:t>
            </w:r>
            <w:r w:rsidR="0043047B"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: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3047B" w:rsidRPr="00125F6B">
              <w:rPr>
                <w:rFonts w:asciiTheme="minorHAnsi" w:hAnsiTheme="minorHAnsi" w:cstheme="minorHAnsi"/>
                <w:sz w:val="24"/>
                <w:szCs w:val="24"/>
              </w:rPr>
              <w:t>02.10</w:t>
            </w:r>
            <w:r w:rsidR="00DE6F8C" w:rsidRPr="00125F6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460ABB" w:rsidRPr="00125F6B">
              <w:rPr>
                <w:rFonts w:asciiTheme="minorHAnsi" w:hAnsiTheme="minorHAnsi" w:cstheme="minorHAnsi"/>
                <w:sz w:val="24"/>
                <w:szCs w:val="24"/>
              </w:rPr>
              <w:t>6265</w:t>
            </w:r>
            <w:r w:rsidR="002A1C38">
              <w:rPr>
                <w:rFonts w:asciiTheme="minorHAnsi" w:hAnsiTheme="minorHAnsi" w:cstheme="minorHAnsi"/>
                <w:sz w:val="24"/>
                <w:szCs w:val="24"/>
              </w:rPr>
              <w:t>- 02.15.6265- 02.35.6265- 02.40.6265</w:t>
            </w:r>
            <w:bookmarkStart w:id="0" w:name="_GoBack"/>
            <w:bookmarkEnd w:id="0"/>
          </w:p>
          <w:p w:rsidR="001B5D90" w:rsidRPr="00125F6B" w:rsidRDefault="001B5D90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60ABB" w:rsidRPr="00CC603C" w:rsidRDefault="005848FA" w:rsidP="00972EC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ΠΡΟΫΠΟΛΟΓΙΣΜΟΣ : </w:t>
            </w:r>
            <w:r w:rsidR="00925DEF" w:rsidRPr="00125F6B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  <w:r w:rsidR="00972EC3">
              <w:rPr>
                <w:rFonts w:asciiTheme="minorHAnsi" w:hAnsiTheme="minorHAnsi" w:cstheme="minorHAnsi"/>
                <w:sz w:val="24"/>
                <w:szCs w:val="24"/>
              </w:rPr>
              <w:t>810,09</w:t>
            </w:r>
            <w:r w:rsidR="00125F6B"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€</w:t>
            </w:r>
          </w:p>
        </w:tc>
      </w:tr>
    </w:tbl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235804" w:rsidRPr="00CC603C" w:rsidRDefault="00460ABB" w:rsidP="00235804">
      <w:pPr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CC603C">
        <w:rPr>
          <w:rFonts w:asciiTheme="minorHAnsi" w:hAnsiTheme="minorHAnsi" w:cstheme="minorHAnsi"/>
          <w:b/>
          <w:sz w:val="32"/>
          <w:szCs w:val="24"/>
          <w:u w:val="single"/>
        </w:rPr>
        <w:t xml:space="preserve">ΜΕΛΕΤΗ- </w:t>
      </w:r>
      <w:r w:rsidR="00235804" w:rsidRPr="00CC603C">
        <w:rPr>
          <w:rFonts w:asciiTheme="minorHAnsi" w:hAnsiTheme="minorHAnsi" w:cstheme="minorHAnsi"/>
          <w:b/>
          <w:sz w:val="32"/>
          <w:szCs w:val="24"/>
          <w:u w:val="single"/>
        </w:rPr>
        <w:t xml:space="preserve">ΤΕΧΝΙΚΗ </w:t>
      </w:r>
      <w:r w:rsidR="007F60E1" w:rsidRPr="00CC603C">
        <w:rPr>
          <w:rFonts w:asciiTheme="minorHAnsi" w:hAnsiTheme="minorHAnsi" w:cstheme="minorHAnsi"/>
          <w:b/>
          <w:sz w:val="32"/>
          <w:szCs w:val="24"/>
          <w:u w:val="single"/>
        </w:rPr>
        <w:t>ΠΕΡΙΓΡΑΦΗ</w:t>
      </w:r>
    </w:p>
    <w:p w:rsidR="00235804" w:rsidRPr="00CC603C" w:rsidRDefault="00235804" w:rsidP="00235804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235804" w:rsidRPr="00CC603C" w:rsidRDefault="00235804" w:rsidP="00235804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580377" w:rsidRPr="00CC603C" w:rsidRDefault="00235804" w:rsidP="006E0F96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Η </w:t>
      </w:r>
      <w:r w:rsidR="00460ABB" w:rsidRPr="00CC603C">
        <w:rPr>
          <w:rFonts w:asciiTheme="minorHAnsi" w:hAnsiTheme="minorHAnsi" w:cstheme="minorHAnsi"/>
          <w:sz w:val="24"/>
          <w:szCs w:val="24"/>
        </w:rPr>
        <w:t xml:space="preserve">παρούσα μελέτη-τεχνική </w:t>
      </w:r>
      <w:r w:rsidR="00026916">
        <w:rPr>
          <w:rFonts w:asciiTheme="minorHAnsi" w:hAnsiTheme="minorHAnsi" w:cstheme="minorHAnsi"/>
          <w:sz w:val="24"/>
          <w:szCs w:val="24"/>
        </w:rPr>
        <w:t xml:space="preserve">περιγραφή </w:t>
      </w:r>
      <w:r w:rsidR="00460ABB" w:rsidRPr="00CC603C">
        <w:rPr>
          <w:rFonts w:asciiTheme="minorHAnsi" w:hAnsiTheme="minorHAnsi" w:cstheme="minorHAnsi"/>
          <w:sz w:val="24"/>
          <w:szCs w:val="24"/>
        </w:rPr>
        <w:t>αφορά στην</w:t>
      </w:r>
      <w:r w:rsidR="007729D0" w:rsidRPr="00CC603C">
        <w:rPr>
          <w:rFonts w:asciiTheme="minorHAnsi" w:hAnsiTheme="minorHAnsi" w:cstheme="minorHAnsi"/>
          <w:sz w:val="24"/>
          <w:szCs w:val="24"/>
        </w:rPr>
        <w:t xml:space="preserve"> προμήθεια κλειδιών, κλειδαριών</w:t>
      </w:r>
      <w:r w:rsidR="00460ABB" w:rsidRPr="00CC603C">
        <w:rPr>
          <w:rFonts w:asciiTheme="minorHAnsi" w:hAnsiTheme="minorHAnsi" w:cstheme="minorHAnsi"/>
          <w:sz w:val="24"/>
          <w:szCs w:val="24"/>
        </w:rPr>
        <w:t xml:space="preserve">, </w:t>
      </w:r>
      <w:r w:rsidR="007729D0" w:rsidRPr="00CC603C">
        <w:rPr>
          <w:rFonts w:asciiTheme="minorHAnsi" w:hAnsiTheme="minorHAnsi" w:cstheme="minorHAnsi"/>
          <w:sz w:val="24"/>
          <w:szCs w:val="24"/>
        </w:rPr>
        <w:t>λουκέτων, πλακετών</w:t>
      </w:r>
      <w:r w:rsidR="00460ABB" w:rsidRPr="00CC603C">
        <w:rPr>
          <w:rFonts w:asciiTheme="minorHAnsi" w:hAnsiTheme="minorHAnsi" w:cstheme="minorHAnsi"/>
          <w:sz w:val="24"/>
          <w:szCs w:val="24"/>
        </w:rPr>
        <w:t>, πινακίδων και λοιπών σχετικών προϊόντων, για τις ανάγκες του συνόλου των Δ/νσε</w:t>
      </w:r>
      <w:r w:rsidR="007729D0" w:rsidRPr="00CC603C">
        <w:rPr>
          <w:rFonts w:asciiTheme="minorHAnsi" w:hAnsiTheme="minorHAnsi" w:cstheme="minorHAnsi"/>
          <w:sz w:val="24"/>
          <w:szCs w:val="24"/>
        </w:rPr>
        <w:t>ω</w:t>
      </w:r>
      <w:r w:rsidR="00460ABB" w:rsidRPr="00CC603C">
        <w:rPr>
          <w:rFonts w:asciiTheme="minorHAnsi" w:hAnsiTheme="minorHAnsi" w:cstheme="minorHAnsi"/>
          <w:sz w:val="24"/>
          <w:szCs w:val="24"/>
        </w:rPr>
        <w:t>ν</w:t>
      </w:r>
      <w:r w:rsidR="00574123" w:rsidRPr="00CC603C">
        <w:rPr>
          <w:rFonts w:asciiTheme="minorHAnsi" w:hAnsiTheme="minorHAnsi" w:cstheme="minorHAnsi"/>
          <w:sz w:val="24"/>
          <w:szCs w:val="24"/>
        </w:rPr>
        <w:t xml:space="preserve"> και τμημάτων του Δήμου Ξάνθης.</w:t>
      </w:r>
    </w:p>
    <w:p w:rsidR="00580377" w:rsidRPr="00CC603C" w:rsidRDefault="00580377" w:rsidP="006E0F96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Η </w:t>
      </w:r>
      <w:r w:rsidR="00460ABB" w:rsidRPr="00CC603C">
        <w:rPr>
          <w:rFonts w:asciiTheme="minorHAnsi" w:hAnsiTheme="minorHAnsi" w:cstheme="minorHAnsi"/>
          <w:sz w:val="24"/>
          <w:szCs w:val="24"/>
        </w:rPr>
        <w:t>παράδοση τους θα γίνεται τμηματικά, μετά την ημερομηνία υπογραφής της σχετικής σύμβασης και μετά από έγγραφη παραγγελία του</w:t>
      </w:r>
      <w:r w:rsidR="002E33B4">
        <w:rPr>
          <w:rFonts w:asciiTheme="minorHAnsi" w:hAnsiTheme="minorHAnsi" w:cstheme="minorHAnsi"/>
          <w:sz w:val="24"/>
          <w:szCs w:val="24"/>
        </w:rPr>
        <w:t xml:space="preserve"> κάθε είδους που θα απαιτείται.</w:t>
      </w:r>
    </w:p>
    <w:p w:rsidR="00460ABB" w:rsidRPr="00CC603C" w:rsidRDefault="00460ABB" w:rsidP="0058037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Η παράδοση </w:t>
      </w:r>
      <w:r w:rsidR="00026916">
        <w:rPr>
          <w:rFonts w:asciiTheme="minorHAnsi" w:hAnsiTheme="minorHAnsi" w:cstheme="minorHAnsi"/>
          <w:sz w:val="24"/>
          <w:szCs w:val="24"/>
        </w:rPr>
        <w:t xml:space="preserve">θα γίνεται </w:t>
      </w:r>
      <w:r w:rsidRPr="00CC603C">
        <w:rPr>
          <w:rFonts w:asciiTheme="minorHAnsi" w:hAnsiTheme="minorHAnsi" w:cstheme="minorHAnsi"/>
          <w:sz w:val="24"/>
          <w:szCs w:val="24"/>
        </w:rPr>
        <w:t xml:space="preserve">από τον ανάδοχο, στον τόπο που θα του υποδειχθεί, από τον αρμόδιο υπάλληλο (του γραφείου προμηθειών). </w:t>
      </w:r>
    </w:p>
    <w:p w:rsidR="00580377" w:rsidRPr="00CC603C" w:rsidRDefault="00460ABB" w:rsidP="0058037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Ο </w:t>
      </w:r>
      <w:r w:rsidRPr="00125F6B">
        <w:rPr>
          <w:rFonts w:asciiTheme="minorHAnsi" w:hAnsiTheme="minorHAnsi" w:cstheme="minorHAnsi"/>
          <w:sz w:val="24"/>
          <w:szCs w:val="24"/>
        </w:rPr>
        <w:t xml:space="preserve">ενδεικτικός προϋπολογισμός της συνολικής προμήθειας ανέρχεται στο ποσό των </w:t>
      </w:r>
      <w:r w:rsidR="000050F0" w:rsidRPr="00595372">
        <w:rPr>
          <w:rFonts w:asciiTheme="minorHAnsi" w:hAnsiTheme="minorHAnsi" w:cstheme="minorHAnsi"/>
          <w:b/>
          <w:sz w:val="24"/>
          <w:szCs w:val="24"/>
        </w:rPr>
        <w:t>3.</w:t>
      </w:r>
      <w:r w:rsidR="00972EC3">
        <w:rPr>
          <w:rFonts w:asciiTheme="minorHAnsi" w:hAnsiTheme="minorHAnsi" w:cstheme="minorHAnsi"/>
          <w:b/>
          <w:sz w:val="24"/>
          <w:szCs w:val="24"/>
        </w:rPr>
        <w:t>810</w:t>
      </w:r>
      <w:r w:rsidR="000050F0" w:rsidRPr="00595372">
        <w:rPr>
          <w:rFonts w:asciiTheme="minorHAnsi" w:hAnsiTheme="minorHAnsi" w:cstheme="minorHAnsi"/>
          <w:b/>
          <w:sz w:val="24"/>
          <w:szCs w:val="24"/>
        </w:rPr>
        <w:t>,</w:t>
      </w:r>
      <w:r w:rsidR="00972EC3">
        <w:rPr>
          <w:rFonts w:asciiTheme="minorHAnsi" w:hAnsiTheme="minorHAnsi" w:cstheme="minorHAnsi"/>
          <w:b/>
          <w:sz w:val="24"/>
          <w:szCs w:val="24"/>
        </w:rPr>
        <w:t>09</w:t>
      </w:r>
      <w:r w:rsidRPr="005953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72EC3">
        <w:rPr>
          <w:rFonts w:asciiTheme="minorHAnsi" w:hAnsiTheme="minorHAnsi" w:cstheme="minorHAnsi"/>
          <w:b/>
          <w:sz w:val="24"/>
          <w:szCs w:val="24"/>
        </w:rPr>
        <w:t xml:space="preserve">€ συμπεριλαμβανομένου </w:t>
      </w:r>
      <w:r w:rsidRPr="00595372">
        <w:rPr>
          <w:rFonts w:asciiTheme="minorHAnsi" w:hAnsiTheme="minorHAnsi" w:cstheme="minorHAnsi"/>
          <w:b/>
          <w:sz w:val="24"/>
          <w:szCs w:val="24"/>
        </w:rPr>
        <w:t>ΦΠΑ 24%</w:t>
      </w:r>
      <w:r w:rsidRPr="00125F6B">
        <w:rPr>
          <w:rFonts w:asciiTheme="minorHAnsi" w:hAnsiTheme="minorHAnsi" w:cstheme="minorHAnsi"/>
          <w:sz w:val="24"/>
          <w:szCs w:val="24"/>
        </w:rPr>
        <w:t>. Ο αριθμός τ</w:t>
      </w:r>
      <w:r w:rsidR="007729D0" w:rsidRPr="00125F6B">
        <w:rPr>
          <w:rFonts w:asciiTheme="minorHAnsi" w:hAnsiTheme="minorHAnsi" w:cstheme="minorHAnsi"/>
          <w:sz w:val="24"/>
          <w:szCs w:val="24"/>
        </w:rPr>
        <w:t>ων τεμαχίων που θα παραγγελθούν</w:t>
      </w:r>
      <w:r w:rsidRPr="00125F6B">
        <w:rPr>
          <w:rFonts w:asciiTheme="minorHAnsi" w:hAnsiTheme="minorHAnsi" w:cstheme="minorHAnsi"/>
          <w:sz w:val="24"/>
          <w:szCs w:val="24"/>
        </w:rPr>
        <w:t>, θα εξαρτηθεί από τις πραγματικές ανάγκες που τυχόν θα ανακύψουν κατά το χρονικό διάστημα που θα ισχύει η σχετική σύμβαση και δεν θα υπερβαίνουν</w:t>
      </w:r>
      <w:r w:rsidRPr="00CC603C">
        <w:rPr>
          <w:rFonts w:asciiTheme="minorHAnsi" w:hAnsiTheme="minorHAnsi" w:cstheme="minorHAnsi"/>
          <w:sz w:val="24"/>
          <w:szCs w:val="24"/>
        </w:rPr>
        <w:t xml:space="preserve"> τον προϋπολογισμό </w:t>
      </w:r>
      <w:r w:rsidR="007051B1">
        <w:rPr>
          <w:rFonts w:asciiTheme="minorHAnsi" w:hAnsiTheme="minorHAnsi" w:cstheme="minorHAnsi"/>
          <w:sz w:val="24"/>
          <w:szCs w:val="24"/>
        </w:rPr>
        <w:t>της μελέτης αυτής.</w:t>
      </w:r>
    </w:p>
    <w:p w:rsidR="00542F52" w:rsidRPr="00CC603C" w:rsidRDefault="00542F52" w:rsidP="0058037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:rsidR="00235804" w:rsidRPr="00CC603C" w:rsidRDefault="00235804" w:rsidP="00235804">
      <w:pPr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F0556" w:rsidRPr="00CC603C" w:rsidRDefault="00FB5904" w:rsidP="00C33BFB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CC603C">
        <w:rPr>
          <w:rFonts w:asciiTheme="minorHAnsi" w:hAnsiTheme="minorHAnsi" w:cstheme="minorHAnsi"/>
          <w:sz w:val="24"/>
          <w:szCs w:val="24"/>
          <w:u w:val="single"/>
        </w:rPr>
        <w:t>Ξάνθη</w:t>
      </w:r>
      <w:r w:rsidR="00574123" w:rsidRPr="00CC603C">
        <w:rPr>
          <w:rFonts w:asciiTheme="minorHAnsi" w:hAnsiTheme="minorHAnsi" w:cstheme="minorHAnsi"/>
          <w:sz w:val="24"/>
          <w:szCs w:val="24"/>
          <w:u w:val="single"/>
        </w:rPr>
        <w:t>,</w:t>
      </w:r>
      <w:r w:rsidRPr="00CC603C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972EC3">
        <w:rPr>
          <w:rFonts w:asciiTheme="minorHAnsi" w:hAnsiTheme="minorHAnsi" w:cstheme="minorHAnsi"/>
          <w:sz w:val="24"/>
          <w:szCs w:val="24"/>
          <w:u w:val="single"/>
        </w:rPr>
        <w:t>31/10</w:t>
      </w:r>
      <w:r w:rsidR="00574123" w:rsidRPr="00CC603C">
        <w:rPr>
          <w:rFonts w:asciiTheme="minorHAnsi" w:hAnsiTheme="minorHAnsi" w:cstheme="minorHAnsi"/>
          <w:sz w:val="24"/>
          <w:szCs w:val="24"/>
          <w:u w:val="single"/>
        </w:rPr>
        <w:t>/2019</w:t>
      </w:r>
    </w:p>
    <w:p w:rsidR="0091592D" w:rsidRPr="00CC603C" w:rsidRDefault="0091592D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23312" w:rsidRPr="00CC603C" w:rsidRDefault="007729D0" w:rsidP="00B23312">
      <w:pPr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>Ο</w:t>
      </w:r>
      <w:r w:rsidR="00B23312" w:rsidRPr="00CC603C">
        <w:rPr>
          <w:rFonts w:asciiTheme="minorHAnsi" w:hAnsiTheme="minorHAnsi" w:cstheme="minorHAnsi"/>
          <w:sz w:val="24"/>
          <w:szCs w:val="24"/>
        </w:rPr>
        <w:t xml:space="preserve"> ΣΥΝΤΑΞΑ</w:t>
      </w:r>
      <w:r w:rsidRPr="00CC603C">
        <w:rPr>
          <w:rFonts w:asciiTheme="minorHAnsi" w:hAnsiTheme="minorHAnsi" w:cstheme="minorHAnsi"/>
          <w:sz w:val="24"/>
          <w:szCs w:val="24"/>
        </w:rPr>
        <w:t>Σ</w:t>
      </w:r>
      <w:r w:rsidRPr="00CC603C">
        <w:rPr>
          <w:rFonts w:asciiTheme="minorHAnsi" w:hAnsiTheme="minorHAnsi" w:cstheme="minorHAnsi"/>
          <w:sz w:val="24"/>
          <w:szCs w:val="24"/>
        </w:rPr>
        <w:tab/>
      </w:r>
      <w:r w:rsidR="00574123" w:rsidRPr="00CC603C">
        <w:rPr>
          <w:rFonts w:asciiTheme="minorHAnsi" w:hAnsiTheme="minorHAnsi" w:cstheme="minorHAnsi"/>
          <w:sz w:val="24"/>
          <w:szCs w:val="24"/>
        </w:rPr>
        <w:tab/>
      </w:r>
      <w:r w:rsidR="00CC603C">
        <w:rPr>
          <w:rFonts w:asciiTheme="minorHAnsi" w:hAnsiTheme="minorHAnsi" w:cstheme="minorHAnsi"/>
          <w:sz w:val="24"/>
          <w:szCs w:val="24"/>
        </w:rPr>
        <w:tab/>
      </w:r>
      <w:r w:rsidR="00574123" w:rsidRPr="00CC603C">
        <w:rPr>
          <w:rFonts w:asciiTheme="minorHAnsi" w:hAnsiTheme="minorHAnsi" w:cstheme="minorHAnsi"/>
          <w:sz w:val="24"/>
          <w:szCs w:val="24"/>
        </w:rPr>
        <w:tab/>
      </w:r>
      <w:r w:rsidR="00B23312" w:rsidRPr="00CC603C">
        <w:rPr>
          <w:rFonts w:asciiTheme="minorHAnsi" w:hAnsiTheme="minorHAnsi" w:cstheme="minorHAnsi"/>
          <w:sz w:val="24"/>
          <w:szCs w:val="24"/>
        </w:rPr>
        <w:t>ΕΛΕΧΘΗΚΕ</w:t>
      </w:r>
      <w:r w:rsidRPr="00CC603C">
        <w:rPr>
          <w:rFonts w:asciiTheme="minorHAnsi" w:hAnsiTheme="minorHAnsi" w:cstheme="minorHAnsi"/>
          <w:sz w:val="24"/>
          <w:szCs w:val="24"/>
        </w:rPr>
        <w:tab/>
      </w:r>
      <w:r w:rsidR="00574123" w:rsidRPr="00CC603C">
        <w:rPr>
          <w:rFonts w:asciiTheme="minorHAnsi" w:hAnsiTheme="minorHAnsi" w:cstheme="minorHAnsi"/>
          <w:sz w:val="24"/>
          <w:szCs w:val="24"/>
        </w:rPr>
        <w:tab/>
      </w:r>
      <w:r w:rsidRPr="00CC603C">
        <w:rPr>
          <w:rFonts w:asciiTheme="minorHAnsi" w:hAnsiTheme="minorHAnsi" w:cstheme="minorHAnsi"/>
          <w:sz w:val="24"/>
          <w:szCs w:val="24"/>
        </w:rPr>
        <w:tab/>
        <w:t>ΘΕΩΡΗΘΗΚΕ</w:t>
      </w:r>
    </w:p>
    <w:sectPr w:rsidR="00B23312" w:rsidRPr="00CC603C" w:rsidSect="00941778">
      <w:pgSz w:w="11906" w:h="16838"/>
      <w:pgMar w:top="851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050F0"/>
    <w:rsid w:val="00020A94"/>
    <w:rsid w:val="00026916"/>
    <w:rsid w:val="00026CB2"/>
    <w:rsid w:val="000273D8"/>
    <w:rsid w:val="00061C48"/>
    <w:rsid w:val="00063A25"/>
    <w:rsid w:val="00074C93"/>
    <w:rsid w:val="000754F9"/>
    <w:rsid w:val="00086BFA"/>
    <w:rsid w:val="00093F3A"/>
    <w:rsid w:val="000B177E"/>
    <w:rsid w:val="000F0754"/>
    <w:rsid w:val="001112EA"/>
    <w:rsid w:val="00114091"/>
    <w:rsid w:val="00114907"/>
    <w:rsid w:val="00125F6B"/>
    <w:rsid w:val="00176542"/>
    <w:rsid w:val="001905F9"/>
    <w:rsid w:val="001B2295"/>
    <w:rsid w:val="001B5D90"/>
    <w:rsid w:val="001C57D8"/>
    <w:rsid w:val="001D58FE"/>
    <w:rsid w:val="001D7D54"/>
    <w:rsid w:val="001E5225"/>
    <w:rsid w:val="00235804"/>
    <w:rsid w:val="00293434"/>
    <w:rsid w:val="002A1C38"/>
    <w:rsid w:val="002B616E"/>
    <w:rsid w:val="002E33B4"/>
    <w:rsid w:val="00335A6F"/>
    <w:rsid w:val="00343C66"/>
    <w:rsid w:val="0037500A"/>
    <w:rsid w:val="003D7564"/>
    <w:rsid w:val="003F1044"/>
    <w:rsid w:val="00416A31"/>
    <w:rsid w:val="0043047B"/>
    <w:rsid w:val="004374C3"/>
    <w:rsid w:val="00460ABB"/>
    <w:rsid w:val="004645D1"/>
    <w:rsid w:val="004645EB"/>
    <w:rsid w:val="004721ED"/>
    <w:rsid w:val="004A2610"/>
    <w:rsid w:val="004B40D8"/>
    <w:rsid w:val="004B6851"/>
    <w:rsid w:val="004E025F"/>
    <w:rsid w:val="004E14F9"/>
    <w:rsid w:val="00535BBF"/>
    <w:rsid w:val="00542F52"/>
    <w:rsid w:val="00574123"/>
    <w:rsid w:val="00580377"/>
    <w:rsid w:val="005848FA"/>
    <w:rsid w:val="00595372"/>
    <w:rsid w:val="005A2373"/>
    <w:rsid w:val="005E7E38"/>
    <w:rsid w:val="005F0CBD"/>
    <w:rsid w:val="005F239B"/>
    <w:rsid w:val="00626CFC"/>
    <w:rsid w:val="00627D62"/>
    <w:rsid w:val="00647A8E"/>
    <w:rsid w:val="00664637"/>
    <w:rsid w:val="006D234E"/>
    <w:rsid w:val="006E0F96"/>
    <w:rsid w:val="006F0B38"/>
    <w:rsid w:val="007051B1"/>
    <w:rsid w:val="007150BF"/>
    <w:rsid w:val="0072592F"/>
    <w:rsid w:val="00756F55"/>
    <w:rsid w:val="00770175"/>
    <w:rsid w:val="007729D0"/>
    <w:rsid w:val="007878E5"/>
    <w:rsid w:val="0079222D"/>
    <w:rsid w:val="007B2CD0"/>
    <w:rsid w:val="007D6B3B"/>
    <w:rsid w:val="007F0C5C"/>
    <w:rsid w:val="007F60E1"/>
    <w:rsid w:val="007F7436"/>
    <w:rsid w:val="00826F97"/>
    <w:rsid w:val="008327D9"/>
    <w:rsid w:val="008438A6"/>
    <w:rsid w:val="00880C4F"/>
    <w:rsid w:val="00895797"/>
    <w:rsid w:val="008F41E4"/>
    <w:rsid w:val="008F7E58"/>
    <w:rsid w:val="009072B5"/>
    <w:rsid w:val="0091351A"/>
    <w:rsid w:val="009150CA"/>
    <w:rsid w:val="0091592D"/>
    <w:rsid w:val="00925DEF"/>
    <w:rsid w:val="00941778"/>
    <w:rsid w:val="0095546E"/>
    <w:rsid w:val="00965E0F"/>
    <w:rsid w:val="00972EC3"/>
    <w:rsid w:val="00987C02"/>
    <w:rsid w:val="009F0556"/>
    <w:rsid w:val="00A075D0"/>
    <w:rsid w:val="00A36164"/>
    <w:rsid w:val="00A43B1F"/>
    <w:rsid w:val="00A51110"/>
    <w:rsid w:val="00AA6562"/>
    <w:rsid w:val="00AC2135"/>
    <w:rsid w:val="00AC4F6D"/>
    <w:rsid w:val="00AC5D94"/>
    <w:rsid w:val="00AD1506"/>
    <w:rsid w:val="00AD7636"/>
    <w:rsid w:val="00B06578"/>
    <w:rsid w:val="00B155D0"/>
    <w:rsid w:val="00B23312"/>
    <w:rsid w:val="00B31AC9"/>
    <w:rsid w:val="00B65FFC"/>
    <w:rsid w:val="00BA3E09"/>
    <w:rsid w:val="00BA6897"/>
    <w:rsid w:val="00BC458C"/>
    <w:rsid w:val="00BE4A5F"/>
    <w:rsid w:val="00BF58E8"/>
    <w:rsid w:val="00C33BFB"/>
    <w:rsid w:val="00C33FEB"/>
    <w:rsid w:val="00C346C4"/>
    <w:rsid w:val="00C664D7"/>
    <w:rsid w:val="00C72C09"/>
    <w:rsid w:val="00CB14F7"/>
    <w:rsid w:val="00CC603C"/>
    <w:rsid w:val="00D123E9"/>
    <w:rsid w:val="00D37786"/>
    <w:rsid w:val="00D55660"/>
    <w:rsid w:val="00D80A1C"/>
    <w:rsid w:val="00DB25D8"/>
    <w:rsid w:val="00DC741F"/>
    <w:rsid w:val="00DD4DC1"/>
    <w:rsid w:val="00DE4989"/>
    <w:rsid w:val="00DE6A19"/>
    <w:rsid w:val="00DE6F8C"/>
    <w:rsid w:val="00DF6747"/>
    <w:rsid w:val="00E97303"/>
    <w:rsid w:val="00EB335B"/>
    <w:rsid w:val="00ED4126"/>
    <w:rsid w:val="00EF5002"/>
    <w:rsid w:val="00F1346C"/>
    <w:rsid w:val="00F302B3"/>
    <w:rsid w:val="00F475B0"/>
    <w:rsid w:val="00F52D70"/>
    <w:rsid w:val="00F62EAA"/>
    <w:rsid w:val="00F7052D"/>
    <w:rsid w:val="00F76A5F"/>
    <w:rsid w:val="00FB5904"/>
    <w:rsid w:val="00FC0B7C"/>
    <w:rsid w:val="00FD51C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A9C0"/>
  <w15:docId w15:val="{9A33E89B-C2F0-4E91-82C6-2D8751CC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51D71-5B7A-4857-851A-31C85F7B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4</cp:revision>
  <cp:lastPrinted>2014-04-01T11:14:00Z</cp:lastPrinted>
  <dcterms:created xsi:type="dcterms:W3CDTF">2019-11-18T09:29:00Z</dcterms:created>
  <dcterms:modified xsi:type="dcterms:W3CDTF">2019-11-28T07:21:00Z</dcterms:modified>
</cp:coreProperties>
</file>